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DD4E35A6-AD5B-4561-ACFE-8D594C86CB86}"/>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